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03" w:rsidRDefault="00A56C03">
      <w:pPr>
        <w:spacing w:line="440" w:lineRule="exact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附件：</w:t>
      </w:r>
    </w:p>
    <w:p w:rsidR="00A56C03" w:rsidRDefault="00A56C03">
      <w:pPr>
        <w:spacing w:line="440" w:lineRule="exact"/>
        <w:rPr>
          <w:rFonts w:ascii="宋体"/>
          <w:b/>
          <w:bCs/>
          <w:color w:val="000000"/>
          <w:sz w:val="28"/>
          <w:szCs w:val="28"/>
        </w:rPr>
      </w:pPr>
    </w:p>
    <w:p w:rsidR="00A56C03" w:rsidRDefault="00A56C03">
      <w:pPr>
        <w:spacing w:line="440" w:lineRule="exact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怀化市低值医用耗材及检验试剂集中采购服务机构</w:t>
      </w:r>
      <w:r>
        <w:rPr>
          <w:rFonts w:ascii="宋体" w:hAnsi="宋体" w:hint="eastAsia"/>
          <w:b/>
          <w:sz w:val="28"/>
          <w:szCs w:val="28"/>
        </w:rPr>
        <w:t>遴选报名表</w:t>
      </w:r>
    </w:p>
    <w:p w:rsidR="00A56C03" w:rsidRDefault="00A56C03">
      <w:pPr>
        <w:spacing w:line="440" w:lineRule="exact"/>
        <w:jc w:val="center"/>
        <w:rPr>
          <w:rFonts w:ascii="华文中宋" w:eastAsia="华文中宋" w:hAnsi="华文中宋"/>
          <w:sz w:val="36"/>
          <w:szCs w:val="36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26"/>
        <w:gridCol w:w="3629"/>
        <w:gridCol w:w="1606"/>
        <w:gridCol w:w="2867"/>
      </w:tblGrid>
      <w:tr w:rsidR="00A56C03" w:rsidRPr="00A67147">
        <w:trPr>
          <w:trHeight w:val="700"/>
          <w:jc w:val="center"/>
        </w:trPr>
        <w:tc>
          <w:tcPr>
            <w:tcW w:w="202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机构名称</w:t>
            </w:r>
          </w:p>
        </w:tc>
        <w:tc>
          <w:tcPr>
            <w:tcW w:w="3629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2867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</w:tr>
      <w:tr w:rsidR="00A56C03" w:rsidRPr="00A67147">
        <w:trPr>
          <w:trHeight w:val="710"/>
          <w:jc w:val="center"/>
        </w:trPr>
        <w:tc>
          <w:tcPr>
            <w:tcW w:w="202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被授权人</w:t>
            </w:r>
          </w:p>
        </w:tc>
        <w:tc>
          <w:tcPr>
            <w:tcW w:w="3629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867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</w:tr>
      <w:tr w:rsidR="00A56C03" w:rsidRPr="00A67147">
        <w:trPr>
          <w:trHeight w:val="692"/>
          <w:jc w:val="center"/>
        </w:trPr>
        <w:tc>
          <w:tcPr>
            <w:tcW w:w="202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3629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2867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</w:tc>
      </w:tr>
      <w:tr w:rsidR="00A56C03" w:rsidRPr="00A67147">
        <w:trPr>
          <w:trHeight w:val="4051"/>
          <w:jc w:val="center"/>
        </w:trPr>
        <w:tc>
          <w:tcPr>
            <w:tcW w:w="2026" w:type="dxa"/>
            <w:vAlign w:val="center"/>
          </w:tcPr>
          <w:p w:rsidR="00A56C03" w:rsidRPr="00A67147" w:rsidRDefault="00A56C03">
            <w:pPr>
              <w:spacing w:line="500" w:lineRule="exact"/>
              <w:jc w:val="left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从事省级、地市级医用耗材和检验试剂集中招标采购、交易服务情况说明</w:t>
            </w:r>
          </w:p>
        </w:tc>
        <w:tc>
          <w:tcPr>
            <w:tcW w:w="8102" w:type="dxa"/>
            <w:gridSpan w:val="3"/>
          </w:tcPr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rPr>
                <w:rFonts w:ascii="宋体"/>
                <w:sz w:val="24"/>
              </w:rPr>
            </w:pPr>
          </w:p>
        </w:tc>
      </w:tr>
      <w:tr w:rsidR="00A56C03" w:rsidRPr="00A67147">
        <w:trPr>
          <w:trHeight w:val="3073"/>
          <w:jc w:val="center"/>
        </w:trPr>
        <w:tc>
          <w:tcPr>
            <w:tcW w:w="2026" w:type="dxa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主要特色和优势</w:t>
            </w:r>
          </w:p>
        </w:tc>
        <w:tc>
          <w:tcPr>
            <w:tcW w:w="8102" w:type="dxa"/>
            <w:gridSpan w:val="3"/>
            <w:vAlign w:val="center"/>
          </w:tcPr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tabs>
                <w:tab w:val="left" w:pos="3077"/>
              </w:tabs>
              <w:jc w:val="center"/>
              <w:rPr>
                <w:rFonts w:ascii="宋体"/>
                <w:sz w:val="24"/>
              </w:rPr>
            </w:pPr>
          </w:p>
        </w:tc>
      </w:tr>
      <w:tr w:rsidR="00A56C03" w:rsidRPr="00A67147">
        <w:trPr>
          <w:trHeight w:val="1266"/>
          <w:jc w:val="center"/>
        </w:trPr>
        <w:tc>
          <w:tcPr>
            <w:tcW w:w="2026" w:type="dxa"/>
            <w:vAlign w:val="center"/>
          </w:tcPr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24"/>
              </w:rPr>
            </w:pPr>
            <w:r w:rsidRPr="00A67147">
              <w:rPr>
                <w:rFonts w:ascii="宋体" w:hAnsi="宋体" w:hint="eastAsia"/>
                <w:sz w:val="24"/>
              </w:rPr>
              <w:t>机构意见</w:t>
            </w:r>
          </w:p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24"/>
              </w:rPr>
            </w:pPr>
          </w:p>
          <w:p w:rsidR="00A56C03" w:rsidRPr="00A67147" w:rsidRDefault="00A56C03">
            <w:pPr>
              <w:wordWrap w:val="0"/>
              <w:rPr>
                <w:rFonts w:ascii="宋体"/>
                <w:sz w:val="24"/>
              </w:rPr>
            </w:pPr>
          </w:p>
        </w:tc>
        <w:tc>
          <w:tcPr>
            <w:tcW w:w="8102" w:type="dxa"/>
            <w:gridSpan w:val="3"/>
            <w:vAlign w:val="center"/>
          </w:tcPr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32"/>
                <w:szCs w:val="32"/>
              </w:rPr>
            </w:pPr>
          </w:p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32"/>
                <w:szCs w:val="32"/>
              </w:rPr>
            </w:pPr>
          </w:p>
          <w:p w:rsidR="00A56C03" w:rsidRPr="00A67147" w:rsidRDefault="00A56C03" w:rsidP="00A56C03">
            <w:pPr>
              <w:wordWrap w:val="0"/>
              <w:ind w:firstLineChars="1450" w:firstLine="31680"/>
              <w:rPr>
                <w:rFonts w:ascii="宋体"/>
                <w:sz w:val="32"/>
                <w:szCs w:val="32"/>
              </w:rPr>
            </w:pPr>
            <w:r w:rsidRPr="00A67147">
              <w:rPr>
                <w:rFonts w:ascii="宋体" w:hAnsi="宋体" w:hint="eastAsia"/>
                <w:sz w:val="32"/>
                <w:szCs w:val="32"/>
              </w:rPr>
              <w:t>公章</w:t>
            </w:r>
          </w:p>
          <w:p w:rsidR="00A56C03" w:rsidRPr="00A67147" w:rsidRDefault="00A56C03" w:rsidP="00A56C03">
            <w:pPr>
              <w:wordWrap w:val="0"/>
              <w:ind w:firstLineChars="850" w:firstLine="31680"/>
              <w:jc w:val="center"/>
              <w:rPr>
                <w:rFonts w:ascii="宋体"/>
                <w:sz w:val="32"/>
                <w:szCs w:val="32"/>
              </w:rPr>
            </w:pPr>
            <w:r w:rsidRPr="00A67147">
              <w:rPr>
                <w:rFonts w:ascii="宋体" w:hAnsi="宋体" w:hint="eastAsia"/>
                <w:sz w:val="32"/>
                <w:szCs w:val="32"/>
              </w:rPr>
              <w:t>年</w:t>
            </w:r>
            <w:r w:rsidRPr="00A67147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A67147">
              <w:rPr>
                <w:rFonts w:ascii="宋体" w:hAnsi="宋体" w:hint="eastAsia"/>
                <w:sz w:val="32"/>
                <w:szCs w:val="32"/>
              </w:rPr>
              <w:t>月</w:t>
            </w:r>
            <w:r w:rsidRPr="00A67147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A67147"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</w:tbl>
    <w:tbl>
      <w:tblPr>
        <w:tblpPr w:leftFromText="180" w:rightFromText="180" w:vertAnchor="text" w:tblpX="10214" w:tblpY="-3392"/>
        <w:tblOverlap w:val="never"/>
        <w:tblW w:w="3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6"/>
      </w:tblGrid>
      <w:tr w:rsidR="00A56C03" w:rsidRPr="00A67147" w:rsidTr="00A67147">
        <w:trPr>
          <w:trHeight w:val="30"/>
        </w:trPr>
        <w:tc>
          <w:tcPr>
            <w:tcW w:w="3656" w:type="dxa"/>
          </w:tcPr>
          <w:p w:rsidR="00A56C03" w:rsidRPr="00A67147" w:rsidRDefault="00A56C03" w:rsidP="00A67147">
            <w:pPr>
              <w:rPr>
                <w:rFonts w:eastAsia="仿宋_GB2312"/>
                <w:sz w:val="24"/>
              </w:rPr>
            </w:pPr>
          </w:p>
        </w:tc>
      </w:tr>
      <w:tr w:rsidR="00A56C03" w:rsidRPr="00A67147" w:rsidTr="00A67147">
        <w:trPr>
          <w:trHeight w:val="30"/>
        </w:trPr>
        <w:tc>
          <w:tcPr>
            <w:tcW w:w="3656" w:type="dxa"/>
          </w:tcPr>
          <w:p w:rsidR="00A56C03" w:rsidRPr="00A67147" w:rsidRDefault="00A56C03" w:rsidP="00A67147">
            <w:pPr>
              <w:rPr>
                <w:rFonts w:eastAsia="仿宋_GB2312"/>
                <w:sz w:val="24"/>
              </w:rPr>
            </w:pPr>
          </w:p>
        </w:tc>
      </w:tr>
      <w:tr w:rsidR="00A56C03" w:rsidRPr="00A67147" w:rsidTr="00A67147">
        <w:trPr>
          <w:trHeight w:val="30"/>
        </w:trPr>
        <w:tc>
          <w:tcPr>
            <w:tcW w:w="3656" w:type="dxa"/>
          </w:tcPr>
          <w:p w:rsidR="00A56C03" w:rsidRPr="00A67147" w:rsidRDefault="00A56C03" w:rsidP="00A67147">
            <w:pPr>
              <w:rPr>
                <w:rFonts w:eastAsia="仿宋_GB2312"/>
                <w:sz w:val="24"/>
              </w:rPr>
            </w:pPr>
          </w:p>
        </w:tc>
      </w:tr>
      <w:tr w:rsidR="00A56C03" w:rsidRPr="00A67147" w:rsidTr="00A67147">
        <w:trPr>
          <w:trHeight w:val="30"/>
        </w:trPr>
        <w:tc>
          <w:tcPr>
            <w:tcW w:w="3656" w:type="dxa"/>
          </w:tcPr>
          <w:p w:rsidR="00A56C03" w:rsidRPr="00A67147" w:rsidRDefault="00A56C03" w:rsidP="00A67147">
            <w:pPr>
              <w:rPr>
                <w:rFonts w:eastAsia="仿宋_GB2312"/>
                <w:sz w:val="24"/>
              </w:rPr>
            </w:pPr>
          </w:p>
        </w:tc>
      </w:tr>
    </w:tbl>
    <w:p w:rsidR="00A56C03" w:rsidRDefault="00A56C03">
      <w:pPr>
        <w:rPr>
          <w:rFonts w:ascii="宋体" w:cs="宋体"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eastAsia="仿宋_GB2312" w:hint="eastAsia"/>
          <w:sz w:val="24"/>
        </w:rPr>
        <w:t>注：报名时连同遴选条件相关资料一并递交。</w:t>
      </w:r>
    </w:p>
    <w:sectPr w:rsidR="00A56C03" w:rsidSect="00B43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C03" w:rsidRDefault="00A56C03">
      <w:r>
        <w:separator/>
      </w:r>
    </w:p>
  </w:endnote>
  <w:endnote w:type="continuationSeparator" w:id="1">
    <w:p w:rsidR="00A56C03" w:rsidRDefault="00A56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C03" w:rsidRDefault="00A56C03">
      <w:r>
        <w:separator/>
      </w:r>
    </w:p>
  </w:footnote>
  <w:footnote w:type="continuationSeparator" w:id="1">
    <w:p w:rsidR="00A56C03" w:rsidRDefault="00A56C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6C4FEC"/>
    <w:rsid w:val="00180B1A"/>
    <w:rsid w:val="003A7E0D"/>
    <w:rsid w:val="0056278A"/>
    <w:rsid w:val="009420D4"/>
    <w:rsid w:val="00A56C03"/>
    <w:rsid w:val="00A67147"/>
    <w:rsid w:val="00B4324E"/>
    <w:rsid w:val="01220134"/>
    <w:rsid w:val="02766F0D"/>
    <w:rsid w:val="02A20DE6"/>
    <w:rsid w:val="037A7C75"/>
    <w:rsid w:val="037B456A"/>
    <w:rsid w:val="03D7135E"/>
    <w:rsid w:val="04384B4C"/>
    <w:rsid w:val="052369BC"/>
    <w:rsid w:val="056C50AC"/>
    <w:rsid w:val="05754520"/>
    <w:rsid w:val="05C92D09"/>
    <w:rsid w:val="06777342"/>
    <w:rsid w:val="07ED5C37"/>
    <w:rsid w:val="088350ED"/>
    <w:rsid w:val="08AE277A"/>
    <w:rsid w:val="097B5BBD"/>
    <w:rsid w:val="0A3A3B94"/>
    <w:rsid w:val="0AF036A8"/>
    <w:rsid w:val="0C482F5E"/>
    <w:rsid w:val="124B488C"/>
    <w:rsid w:val="14060838"/>
    <w:rsid w:val="141B4B9F"/>
    <w:rsid w:val="158E5D7D"/>
    <w:rsid w:val="15B11791"/>
    <w:rsid w:val="15C76A3E"/>
    <w:rsid w:val="15FB1648"/>
    <w:rsid w:val="165F6D95"/>
    <w:rsid w:val="171C7979"/>
    <w:rsid w:val="17753561"/>
    <w:rsid w:val="183539BB"/>
    <w:rsid w:val="18A01FAD"/>
    <w:rsid w:val="19B46B3B"/>
    <w:rsid w:val="19D2706B"/>
    <w:rsid w:val="1AB374A5"/>
    <w:rsid w:val="1AE53107"/>
    <w:rsid w:val="1B9647EB"/>
    <w:rsid w:val="1C1F6F58"/>
    <w:rsid w:val="1D5C519F"/>
    <w:rsid w:val="1D8846F5"/>
    <w:rsid w:val="1E3E107E"/>
    <w:rsid w:val="1ED75E5E"/>
    <w:rsid w:val="1EEF331D"/>
    <w:rsid w:val="1F6A6887"/>
    <w:rsid w:val="20960310"/>
    <w:rsid w:val="210A6B5A"/>
    <w:rsid w:val="21430A32"/>
    <w:rsid w:val="21611CCB"/>
    <w:rsid w:val="221364BA"/>
    <w:rsid w:val="22DE66F1"/>
    <w:rsid w:val="22FB42B0"/>
    <w:rsid w:val="23E64ED3"/>
    <w:rsid w:val="24681D73"/>
    <w:rsid w:val="249B7258"/>
    <w:rsid w:val="25244574"/>
    <w:rsid w:val="255B73CC"/>
    <w:rsid w:val="25B4520C"/>
    <w:rsid w:val="26001680"/>
    <w:rsid w:val="26324FB1"/>
    <w:rsid w:val="26D122BC"/>
    <w:rsid w:val="281250E5"/>
    <w:rsid w:val="29BF1D9D"/>
    <w:rsid w:val="29C74736"/>
    <w:rsid w:val="2A3E1DA5"/>
    <w:rsid w:val="2A7A3CAA"/>
    <w:rsid w:val="2AC47694"/>
    <w:rsid w:val="2B015A55"/>
    <w:rsid w:val="2B392676"/>
    <w:rsid w:val="2B4D62B0"/>
    <w:rsid w:val="2BC1474E"/>
    <w:rsid w:val="2C274A2E"/>
    <w:rsid w:val="2C5E54B7"/>
    <w:rsid w:val="2D612F0E"/>
    <w:rsid w:val="2D6F3979"/>
    <w:rsid w:val="2FDC1A3B"/>
    <w:rsid w:val="331A0908"/>
    <w:rsid w:val="33F94AA6"/>
    <w:rsid w:val="34480A58"/>
    <w:rsid w:val="353304AE"/>
    <w:rsid w:val="35834BE6"/>
    <w:rsid w:val="36EE26F2"/>
    <w:rsid w:val="380B4860"/>
    <w:rsid w:val="38906BFF"/>
    <w:rsid w:val="39280A4E"/>
    <w:rsid w:val="39C91277"/>
    <w:rsid w:val="39E94050"/>
    <w:rsid w:val="3A2A2BE8"/>
    <w:rsid w:val="3D963815"/>
    <w:rsid w:val="3DB6506D"/>
    <w:rsid w:val="3ECD5CC5"/>
    <w:rsid w:val="3F5C0FDB"/>
    <w:rsid w:val="3FD71B92"/>
    <w:rsid w:val="40F11116"/>
    <w:rsid w:val="41697571"/>
    <w:rsid w:val="41C0186A"/>
    <w:rsid w:val="41D60E86"/>
    <w:rsid w:val="42955801"/>
    <w:rsid w:val="43886155"/>
    <w:rsid w:val="47695709"/>
    <w:rsid w:val="491C7205"/>
    <w:rsid w:val="493A55BC"/>
    <w:rsid w:val="49FD01D0"/>
    <w:rsid w:val="4B307E2F"/>
    <w:rsid w:val="4B5378D8"/>
    <w:rsid w:val="4C1013BE"/>
    <w:rsid w:val="4C48418B"/>
    <w:rsid w:val="4C9541DC"/>
    <w:rsid w:val="4DBA05CA"/>
    <w:rsid w:val="4DF75714"/>
    <w:rsid w:val="4E006B34"/>
    <w:rsid w:val="4E0D00D0"/>
    <w:rsid w:val="4F064830"/>
    <w:rsid w:val="501C5982"/>
    <w:rsid w:val="507667FB"/>
    <w:rsid w:val="50946E35"/>
    <w:rsid w:val="51633113"/>
    <w:rsid w:val="522212B9"/>
    <w:rsid w:val="52894D97"/>
    <w:rsid w:val="53F06478"/>
    <w:rsid w:val="54A10564"/>
    <w:rsid w:val="54FD0BCA"/>
    <w:rsid w:val="556C4FEC"/>
    <w:rsid w:val="55806A88"/>
    <w:rsid w:val="55E55AF0"/>
    <w:rsid w:val="57726527"/>
    <w:rsid w:val="57F14D71"/>
    <w:rsid w:val="59524837"/>
    <w:rsid w:val="599F4D86"/>
    <w:rsid w:val="59A039B1"/>
    <w:rsid w:val="5D8076DA"/>
    <w:rsid w:val="5E2C3F12"/>
    <w:rsid w:val="5E366398"/>
    <w:rsid w:val="5F196B69"/>
    <w:rsid w:val="60D334EC"/>
    <w:rsid w:val="60D8720F"/>
    <w:rsid w:val="60DB59D8"/>
    <w:rsid w:val="61041577"/>
    <w:rsid w:val="61B62AC9"/>
    <w:rsid w:val="63BA4B85"/>
    <w:rsid w:val="63E8333E"/>
    <w:rsid w:val="65112843"/>
    <w:rsid w:val="66E40427"/>
    <w:rsid w:val="676C24B0"/>
    <w:rsid w:val="67FF2F07"/>
    <w:rsid w:val="68581B8D"/>
    <w:rsid w:val="68AF7515"/>
    <w:rsid w:val="68F66F6C"/>
    <w:rsid w:val="6A2D1B2F"/>
    <w:rsid w:val="6AAF694C"/>
    <w:rsid w:val="6B0A3F9A"/>
    <w:rsid w:val="6BA063AB"/>
    <w:rsid w:val="6BBB6656"/>
    <w:rsid w:val="6C672040"/>
    <w:rsid w:val="6C8925F9"/>
    <w:rsid w:val="6DBD4300"/>
    <w:rsid w:val="6E0300FF"/>
    <w:rsid w:val="6E492FAF"/>
    <w:rsid w:val="6F1134B3"/>
    <w:rsid w:val="7245009E"/>
    <w:rsid w:val="73B62DBF"/>
    <w:rsid w:val="741F50EE"/>
    <w:rsid w:val="748F4C8F"/>
    <w:rsid w:val="753A5573"/>
    <w:rsid w:val="761365D1"/>
    <w:rsid w:val="763D5F28"/>
    <w:rsid w:val="76DA4912"/>
    <w:rsid w:val="77275A07"/>
    <w:rsid w:val="77A219F6"/>
    <w:rsid w:val="77FA5139"/>
    <w:rsid w:val="78597328"/>
    <w:rsid w:val="798A63C3"/>
    <w:rsid w:val="799A5613"/>
    <w:rsid w:val="7A8342FF"/>
    <w:rsid w:val="7ABE3B81"/>
    <w:rsid w:val="7B294DFE"/>
    <w:rsid w:val="7B5F5241"/>
    <w:rsid w:val="7C273AA3"/>
    <w:rsid w:val="7E8E7B4A"/>
    <w:rsid w:val="7EA17805"/>
    <w:rsid w:val="7F2712F4"/>
    <w:rsid w:val="7F5C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4E"/>
    <w:pPr>
      <w:widowControl w:val="0"/>
      <w:jc w:val="both"/>
    </w:pPr>
    <w:rPr>
      <w:rFonts w:ascii="Calibri" w:hAnsi="Calibri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24E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12C6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B4324E"/>
    <w:pPr>
      <w:spacing w:beforeAutospacing="1" w:afterAutospacing="1"/>
      <w:jc w:val="left"/>
    </w:pPr>
    <w:rPr>
      <w:kern w:val="0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B4324E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12C6C"/>
    <w:rPr>
      <w:rFonts w:asciiTheme="majorHAnsi" w:hAnsiTheme="majorHAnsi" w:cstheme="majorBidi"/>
      <w:b/>
      <w:bCs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B4324E"/>
    <w:rPr>
      <w:rFonts w:cs="Times New Roman"/>
      <w:color w:val="000000"/>
      <w:u w:val="none"/>
    </w:rPr>
  </w:style>
  <w:style w:type="character" w:styleId="Hyperlink">
    <w:name w:val="Hyperlink"/>
    <w:basedOn w:val="DefaultParagraphFont"/>
    <w:uiPriority w:val="99"/>
    <w:rsid w:val="00B4324E"/>
    <w:rPr>
      <w:rFonts w:cs="Times New Roman"/>
      <w:color w:val="000000"/>
      <w:u w:val="none"/>
    </w:rPr>
  </w:style>
  <w:style w:type="table" w:styleId="TableGrid">
    <w:name w:val="Table Grid"/>
    <w:basedOn w:val="TableNormal"/>
    <w:uiPriority w:val="99"/>
    <w:rsid w:val="00B4324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62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2C6C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562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2C6C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</Words>
  <Characters>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subject/>
  <dc:creator>Administrator</dc:creator>
  <cp:keywords/>
  <dc:description/>
  <cp:lastModifiedBy>jtk</cp:lastModifiedBy>
  <cp:revision>2</cp:revision>
  <cp:lastPrinted>2017-10-24T08:14:00Z</cp:lastPrinted>
  <dcterms:created xsi:type="dcterms:W3CDTF">2017-10-25T03:06:00Z</dcterms:created>
  <dcterms:modified xsi:type="dcterms:W3CDTF">2017-10-25T03:06:00Z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